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02786" w14:textId="77777777" w:rsidR="00E0459F" w:rsidRPr="002D137B" w:rsidRDefault="00E0459F" w:rsidP="00C218A9">
      <w:pPr>
        <w:outlineLvl w:val="1"/>
        <w:rPr>
          <w:b/>
          <w:sz w:val="20"/>
          <w:szCs w:val="20"/>
        </w:rPr>
      </w:pPr>
    </w:p>
    <w:p w14:paraId="6299431A" w14:textId="77777777" w:rsidR="00E0459F" w:rsidRPr="002D137B" w:rsidRDefault="00E0459F" w:rsidP="00C218A9">
      <w:pPr>
        <w:outlineLvl w:val="1"/>
        <w:rPr>
          <w:b/>
          <w:sz w:val="20"/>
          <w:szCs w:val="20"/>
        </w:rPr>
      </w:pPr>
    </w:p>
    <w:p w14:paraId="2CB02D5D" w14:textId="77777777" w:rsidR="002D137B" w:rsidRPr="002D137B" w:rsidRDefault="002D137B" w:rsidP="00C218A9">
      <w:pPr>
        <w:outlineLvl w:val="1"/>
        <w:rPr>
          <w:b/>
          <w:sz w:val="20"/>
          <w:szCs w:val="20"/>
        </w:rPr>
      </w:pPr>
    </w:p>
    <w:p w14:paraId="7DC9185B" w14:textId="77777777" w:rsidR="00E0459F" w:rsidRPr="002D137B" w:rsidRDefault="00E0459F" w:rsidP="00C218A9">
      <w:pPr>
        <w:shd w:val="clear" w:color="auto" w:fill="FFFFFF"/>
        <w:autoSpaceDE w:val="0"/>
        <w:spacing w:line="220" w:lineRule="atLeast"/>
        <w:ind w:left="5670"/>
        <w:jc w:val="center"/>
        <w:rPr>
          <w:sz w:val="20"/>
        </w:rPr>
      </w:pPr>
      <w:r w:rsidRPr="002D137B">
        <w:rPr>
          <w:sz w:val="20"/>
        </w:rPr>
        <w:t>..........................................................</w:t>
      </w:r>
    </w:p>
    <w:p w14:paraId="26B85784" w14:textId="77777777" w:rsidR="00E0459F" w:rsidRPr="002D137B" w:rsidRDefault="00E0459F" w:rsidP="00C218A9">
      <w:pPr>
        <w:shd w:val="clear" w:color="auto" w:fill="FFFFFF"/>
        <w:autoSpaceDE w:val="0"/>
        <w:spacing w:line="360" w:lineRule="auto"/>
        <w:ind w:left="5670"/>
        <w:jc w:val="center"/>
        <w:rPr>
          <w:sz w:val="18"/>
        </w:rPr>
      </w:pPr>
      <w:r w:rsidRPr="002D137B">
        <w:rPr>
          <w:sz w:val="18"/>
        </w:rPr>
        <w:t>pieczęć Wykonawcy</w:t>
      </w:r>
    </w:p>
    <w:p w14:paraId="0902318E" w14:textId="77777777" w:rsidR="00E0459F" w:rsidRPr="002D137B" w:rsidRDefault="00E0459F" w:rsidP="00C218A9">
      <w:pPr>
        <w:shd w:val="clear" w:color="auto" w:fill="FFFFFF"/>
        <w:autoSpaceDE w:val="0"/>
        <w:spacing w:line="220" w:lineRule="atLeast"/>
        <w:rPr>
          <w:sz w:val="20"/>
        </w:rPr>
      </w:pPr>
    </w:p>
    <w:p w14:paraId="3433DCD1" w14:textId="77777777" w:rsidR="00E0459F" w:rsidRPr="002D137B" w:rsidRDefault="00E0459F" w:rsidP="002D137B">
      <w:pPr>
        <w:autoSpaceDE w:val="0"/>
        <w:autoSpaceDN w:val="0"/>
        <w:adjustRightInd w:val="0"/>
        <w:jc w:val="center"/>
        <w:rPr>
          <w:b/>
        </w:rPr>
      </w:pPr>
      <w:r w:rsidRPr="002D137B">
        <w:rPr>
          <w:b/>
        </w:rPr>
        <w:t xml:space="preserve">OŚWIADCZENIE O PRZYNALEŻNOŚCI LUB BRAKU PRZYNALEŻNOŚCI </w:t>
      </w:r>
      <w:r w:rsidRPr="002D137B">
        <w:rPr>
          <w:b/>
        </w:rPr>
        <w:br/>
        <w:t>DO GRUPY KAPITAŁOWEJ</w:t>
      </w:r>
    </w:p>
    <w:p w14:paraId="44AB1BA9" w14:textId="77777777" w:rsidR="00E0459F" w:rsidRPr="002D137B" w:rsidRDefault="00E0459F" w:rsidP="00C218A9">
      <w:pPr>
        <w:autoSpaceDE w:val="0"/>
        <w:autoSpaceDN w:val="0"/>
        <w:adjustRightInd w:val="0"/>
        <w:jc w:val="center"/>
        <w:rPr>
          <w:b/>
        </w:rPr>
      </w:pPr>
    </w:p>
    <w:p w14:paraId="73510526" w14:textId="77777777" w:rsidR="00BC1528" w:rsidRPr="00874459" w:rsidRDefault="00E0459F" w:rsidP="00BC1528">
      <w:pPr>
        <w:spacing w:before="0" w:after="120"/>
        <w:rPr>
          <w:sz w:val="22"/>
          <w:szCs w:val="22"/>
        </w:rPr>
      </w:pPr>
      <w:r w:rsidRPr="00874459">
        <w:rPr>
          <w:sz w:val="22"/>
          <w:szCs w:val="22"/>
        </w:rPr>
        <w:t xml:space="preserve">Przystępując do udziału w postępowaniu o udzielenie zamówienia o nazwie: </w:t>
      </w:r>
    </w:p>
    <w:p w14:paraId="063F6C15" w14:textId="77777777" w:rsidR="00BC1528" w:rsidRPr="00AE5FDF" w:rsidRDefault="004F11F3" w:rsidP="00BC1528">
      <w:pPr>
        <w:spacing w:after="1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[OD5-RD8] Przebudowa linii napowietrznej SN 15 </w:t>
      </w:r>
      <w:proofErr w:type="spellStart"/>
      <w:r>
        <w:rPr>
          <w:b/>
          <w:bCs/>
          <w:sz w:val="22"/>
          <w:szCs w:val="22"/>
        </w:rPr>
        <w:t>kV</w:t>
      </w:r>
      <w:proofErr w:type="spellEnd"/>
      <w:r>
        <w:rPr>
          <w:b/>
          <w:bCs/>
          <w:sz w:val="22"/>
          <w:szCs w:val="22"/>
        </w:rPr>
        <w:t xml:space="preserve"> RAW-Chojno ETAP IV, gm. Rawicz</w:t>
      </w:r>
    </w:p>
    <w:p w14:paraId="4A221D0C" w14:textId="77777777" w:rsidR="00E0459F" w:rsidRPr="00874459" w:rsidRDefault="00E0459F" w:rsidP="00BC1528">
      <w:pPr>
        <w:spacing w:after="120"/>
        <w:rPr>
          <w:b/>
          <w:sz w:val="22"/>
          <w:szCs w:val="22"/>
        </w:rPr>
      </w:pPr>
      <w:r w:rsidRPr="00874459">
        <w:rPr>
          <w:sz w:val="22"/>
          <w:szCs w:val="22"/>
        </w:rPr>
        <w:t xml:space="preserve">prowadzonym w trybie przetargu otwartego regulaminowego, stosownie </w:t>
      </w:r>
      <w:r w:rsidR="00874459">
        <w:rPr>
          <w:b/>
          <w:sz w:val="22"/>
          <w:szCs w:val="22"/>
        </w:rPr>
        <w:t xml:space="preserve">do pkt. 14.1 </w:t>
      </w:r>
      <w:proofErr w:type="spellStart"/>
      <w:r w:rsidR="00874459">
        <w:rPr>
          <w:b/>
          <w:sz w:val="22"/>
          <w:szCs w:val="22"/>
        </w:rPr>
        <w:t>ppkt</w:t>
      </w:r>
      <w:proofErr w:type="spellEnd"/>
      <w:r w:rsidR="00874459">
        <w:rPr>
          <w:b/>
          <w:sz w:val="22"/>
          <w:szCs w:val="22"/>
        </w:rPr>
        <w:t xml:space="preserve">. </w:t>
      </w:r>
      <w:r w:rsidRPr="00874459">
        <w:rPr>
          <w:b/>
          <w:sz w:val="22"/>
          <w:szCs w:val="22"/>
        </w:rPr>
        <w:t xml:space="preserve">14.1.5 oraz 14.1.6 </w:t>
      </w:r>
      <w:r w:rsidRPr="00874459">
        <w:rPr>
          <w:sz w:val="22"/>
          <w:szCs w:val="22"/>
        </w:rPr>
        <w:t>Warunków Zamówienia oświadczam, że</w:t>
      </w:r>
    </w:p>
    <w:p w14:paraId="19C130C6" w14:textId="77777777" w:rsidR="00E0459F" w:rsidRPr="00874459" w:rsidRDefault="00E0459F" w:rsidP="002D137B">
      <w:pPr>
        <w:tabs>
          <w:tab w:val="left" w:pos="3675"/>
          <w:tab w:val="center" w:pos="4818"/>
        </w:tabs>
        <w:autoSpaceDE w:val="0"/>
        <w:autoSpaceDN w:val="0"/>
        <w:adjustRightInd w:val="0"/>
        <w:rPr>
          <w:sz w:val="22"/>
          <w:szCs w:val="22"/>
        </w:rPr>
      </w:pPr>
      <w:r w:rsidRPr="00874459">
        <w:rPr>
          <w:sz w:val="22"/>
          <w:szCs w:val="22"/>
        </w:rPr>
        <w:tab/>
      </w:r>
      <w:r w:rsidRPr="00874459">
        <w:rPr>
          <w:sz w:val="22"/>
          <w:szCs w:val="22"/>
        </w:rPr>
        <w:tab/>
      </w:r>
    </w:p>
    <w:p w14:paraId="2378E67C" w14:textId="77777777" w:rsidR="00E0459F" w:rsidRPr="00874459" w:rsidRDefault="00E0459F" w:rsidP="002D137B">
      <w:pPr>
        <w:tabs>
          <w:tab w:val="left" w:pos="3675"/>
          <w:tab w:val="left" w:pos="5475"/>
        </w:tabs>
        <w:autoSpaceDE w:val="0"/>
        <w:autoSpaceDN w:val="0"/>
        <w:adjustRightInd w:val="0"/>
        <w:rPr>
          <w:sz w:val="22"/>
          <w:szCs w:val="22"/>
        </w:rPr>
      </w:pPr>
      <w:r w:rsidRPr="00874459">
        <w:rPr>
          <w:sz w:val="22"/>
          <w:szCs w:val="22"/>
        </w:rPr>
        <w:tab/>
      </w:r>
    </w:p>
    <w:p w14:paraId="702EF29E" w14:textId="77777777" w:rsidR="002D137B" w:rsidRPr="00874459" w:rsidRDefault="002D137B" w:rsidP="002D137B">
      <w:pPr>
        <w:tabs>
          <w:tab w:val="left" w:pos="3675"/>
          <w:tab w:val="left" w:pos="5475"/>
        </w:tabs>
        <w:autoSpaceDE w:val="0"/>
        <w:autoSpaceDN w:val="0"/>
        <w:adjustRightInd w:val="0"/>
        <w:rPr>
          <w:sz w:val="22"/>
          <w:szCs w:val="22"/>
        </w:rPr>
      </w:pPr>
    </w:p>
    <w:p w14:paraId="541E93DA" w14:textId="77777777" w:rsidR="00E0459F" w:rsidRPr="00874459" w:rsidRDefault="00E0459F" w:rsidP="002D137B">
      <w:pPr>
        <w:autoSpaceDE w:val="0"/>
        <w:autoSpaceDN w:val="0"/>
        <w:adjustRightInd w:val="0"/>
        <w:spacing w:before="0"/>
        <w:jc w:val="center"/>
        <w:rPr>
          <w:sz w:val="22"/>
          <w:szCs w:val="22"/>
        </w:rPr>
      </w:pPr>
      <w:r w:rsidRPr="00874459">
        <w:rPr>
          <w:sz w:val="22"/>
          <w:szCs w:val="22"/>
        </w:rPr>
        <w:t>…………………………</w:t>
      </w:r>
      <w:r w:rsidR="002D137B" w:rsidRPr="00874459">
        <w:rPr>
          <w:sz w:val="22"/>
          <w:szCs w:val="22"/>
        </w:rPr>
        <w:t>………………………………………………………………………………</w:t>
      </w:r>
    </w:p>
    <w:p w14:paraId="341B0729" w14:textId="77777777" w:rsidR="00E0459F" w:rsidRPr="00874459" w:rsidRDefault="00E0459F" w:rsidP="002D137B">
      <w:pPr>
        <w:spacing w:before="0"/>
        <w:jc w:val="center"/>
        <w:rPr>
          <w:i/>
          <w:sz w:val="22"/>
          <w:szCs w:val="22"/>
        </w:rPr>
      </w:pPr>
      <w:r w:rsidRPr="00874459">
        <w:rPr>
          <w:i/>
          <w:sz w:val="22"/>
          <w:szCs w:val="22"/>
        </w:rPr>
        <w:t>(nazwa Wykonawcy)</w:t>
      </w:r>
    </w:p>
    <w:p w14:paraId="0BEE7821" w14:textId="77777777" w:rsidR="00E0459F" w:rsidRPr="00874459" w:rsidRDefault="00E0459F" w:rsidP="00C218A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5683415C" w14:textId="77777777" w:rsidR="002D137B" w:rsidRPr="00874459" w:rsidRDefault="00E0459F" w:rsidP="002D137B">
      <w:pPr>
        <w:pStyle w:val="Akapitzlist"/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textAlignment w:val="baseline"/>
        <w:rPr>
          <w:sz w:val="22"/>
          <w:szCs w:val="22"/>
        </w:rPr>
      </w:pPr>
      <w:r w:rsidRPr="00BC1528">
        <w:rPr>
          <w:b/>
          <w:color w:val="00B050"/>
          <w:sz w:val="22"/>
          <w:szCs w:val="22"/>
        </w:rPr>
        <w:t>nie należy</w:t>
      </w:r>
      <w:r w:rsidRPr="00BC1528">
        <w:rPr>
          <w:color w:val="00B050"/>
          <w:sz w:val="22"/>
          <w:szCs w:val="22"/>
        </w:rPr>
        <w:t xml:space="preserve"> </w:t>
      </w:r>
      <w:r w:rsidRPr="00874459">
        <w:rPr>
          <w:sz w:val="22"/>
          <w:szCs w:val="22"/>
        </w:rPr>
        <w:t xml:space="preserve">do </w:t>
      </w:r>
      <w:r w:rsidRPr="00874459">
        <w:rPr>
          <w:b/>
          <w:sz w:val="22"/>
          <w:szCs w:val="22"/>
        </w:rPr>
        <w:t>grupy kapitałowej</w:t>
      </w:r>
      <w:r w:rsidRPr="00874459">
        <w:rPr>
          <w:sz w:val="22"/>
          <w:szCs w:val="22"/>
        </w:rPr>
        <w:t xml:space="preserve"> w rozumieniu Ustawy z dnia 16 lutego 2007 r. o ochronie konkurencji i konsumentów (</w:t>
      </w:r>
      <w:proofErr w:type="spellStart"/>
      <w:r w:rsidRPr="00874459">
        <w:rPr>
          <w:sz w:val="22"/>
          <w:szCs w:val="22"/>
        </w:rPr>
        <w:t>t.j</w:t>
      </w:r>
      <w:proofErr w:type="spellEnd"/>
      <w:r w:rsidRPr="00874459">
        <w:rPr>
          <w:sz w:val="22"/>
          <w:szCs w:val="22"/>
        </w:rPr>
        <w:t>. Dz. U. z 20</w:t>
      </w:r>
      <w:r w:rsidR="00CC42B1" w:rsidRPr="00874459">
        <w:rPr>
          <w:sz w:val="22"/>
          <w:szCs w:val="22"/>
        </w:rPr>
        <w:t>21</w:t>
      </w:r>
      <w:r w:rsidRPr="00874459">
        <w:rPr>
          <w:sz w:val="22"/>
          <w:szCs w:val="22"/>
        </w:rPr>
        <w:t xml:space="preserve"> r. poz. </w:t>
      </w:r>
      <w:r w:rsidR="00CC42B1" w:rsidRPr="00874459">
        <w:rPr>
          <w:sz w:val="22"/>
          <w:szCs w:val="22"/>
        </w:rPr>
        <w:t>275</w:t>
      </w:r>
      <w:r w:rsidRPr="00874459">
        <w:rPr>
          <w:sz w:val="22"/>
          <w:szCs w:val="22"/>
        </w:rPr>
        <w:t xml:space="preserve"> ze zmianami)</w:t>
      </w:r>
      <w:r w:rsidRPr="00874459">
        <w:rPr>
          <w:color w:val="FF0000"/>
          <w:sz w:val="22"/>
          <w:szCs w:val="22"/>
        </w:rPr>
        <w:t>*</w:t>
      </w:r>
    </w:p>
    <w:p w14:paraId="046F492E" w14:textId="77777777" w:rsidR="00E0459F" w:rsidRPr="00874459" w:rsidRDefault="00E0459F" w:rsidP="002D137B">
      <w:pPr>
        <w:pStyle w:val="Akapitzlist"/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textAlignment w:val="baseline"/>
        <w:rPr>
          <w:sz w:val="22"/>
          <w:szCs w:val="22"/>
        </w:rPr>
      </w:pPr>
      <w:r w:rsidRPr="00874459">
        <w:rPr>
          <w:b/>
          <w:color w:val="00B050"/>
          <w:sz w:val="22"/>
          <w:szCs w:val="22"/>
        </w:rPr>
        <w:t>należy</w:t>
      </w:r>
      <w:r w:rsidRPr="00874459">
        <w:rPr>
          <w:sz w:val="22"/>
          <w:szCs w:val="22"/>
        </w:rPr>
        <w:t xml:space="preserve"> do </w:t>
      </w:r>
      <w:r w:rsidRPr="00874459">
        <w:rPr>
          <w:b/>
          <w:sz w:val="22"/>
          <w:szCs w:val="22"/>
        </w:rPr>
        <w:t>grupy kapitałowej</w:t>
      </w:r>
      <w:r w:rsidRPr="00BC1528">
        <w:rPr>
          <w:sz w:val="22"/>
          <w:szCs w:val="22"/>
        </w:rPr>
        <w:t>*</w:t>
      </w:r>
    </w:p>
    <w:p w14:paraId="3C572C9F" w14:textId="77777777" w:rsidR="00E0459F" w:rsidRDefault="00E0459F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14:paraId="7757B177" w14:textId="77777777" w:rsidR="002D137B" w:rsidRPr="002D137B" w:rsidRDefault="002D137B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14:paraId="7A401D09" w14:textId="77777777" w:rsidR="002D137B" w:rsidRPr="002D137B" w:rsidRDefault="002D137B" w:rsidP="002D137B">
      <w:pPr>
        <w:suppressAutoHyphens/>
        <w:overflowPunct w:val="0"/>
        <w:autoSpaceDE w:val="0"/>
        <w:autoSpaceDN w:val="0"/>
        <w:adjustRightInd w:val="0"/>
        <w:ind w:left="720"/>
        <w:textAlignment w:val="baseline"/>
      </w:pPr>
    </w:p>
    <w:p w14:paraId="08A6D763" w14:textId="77777777" w:rsidR="00E0459F" w:rsidRPr="002D137B" w:rsidRDefault="00E0459F" w:rsidP="002D137B">
      <w:pPr>
        <w:autoSpaceDE w:val="0"/>
        <w:autoSpaceDN w:val="0"/>
        <w:adjustRightInd w:val="0"/>
        <w:spacing w:before="0"/>
        <w:rPr>
          <w:noProof/>
          <w:sz w:val="20"/>
        </w:rPr>
      </w:pPr>
      <w:r w:rsidRPr="002D137B">
        <w:rPr>
          <w:noProof/>
          <w:sz w:val="20"/>
        </w:rPr>
        <w:t>…….......................,</w:t>
      </w:r>
      <w:r w:rsidRPr="002D137B">
        <w:rPr>
          <w:sz w:val="20"/>
        </w:rPr>
        <w:t xml:space="preserve"> dnia</w:t>
      </w:r>
      <w:r w:rsidRPr="002D137B">
        <w:rPr>
          <w:noProof/>
          <w:sz w:val="20"/>
        </w:rPr>
        <w:t xml:space="preserve"> ....................</w:t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Pr="002D137B">
        <w:rPr>
          <w:noProof/>
          <w:sz w:val="20"/>
        </w:rPr>
        <w:tab/>
      </w:r>
      <w:r w:rsidR="00874459">
        <w:rPr>
          <w:noProof/>
          <w:sz w:val="20"/>
        </w:rPr>
        <w:t xml:space="preserve">  </w:t>
      </w:r>
      <w:r w:rsidR="00BC1528">
        <w:rPr>
          <w:noProof/>
          <w:sz w:val="20"/>
        </w:rPr>
        <w:t xml:space="preserve">       </w:t>
      </w:r>
      <w:r w:rsidRPr="002D137B">
        <w:rPr>
          <w:noProof/>
          <w:sz w:val="20"/>
        </w:rPr>
        <w:t>…………………………………………..</w:t>
      </w:r>
    </w:p>
    <w:p w14:paraId="03A1A0D9" w14:textId="77777777" w:rsidR="00BC1528" w:rsidRPr="00C218A9" w:rsidRDefault="00BC1528" w:rsidP="00BC1528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2F587D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6AA45AEE" w14:textId="77777777" w:rsidR="00E0459F" w:rsidRPr="002D137B" w:rsidRDefault="00E0459F" w:rsidP="002D137B">
      <w:pPr>
        <w:spacing w:before="0"/>
        <w:rPr>
          <w:iCs/>
          <w:sz w:val="20"/>
        </w:rPr>
      </w:pPr>
    </w:p>
    <w:p w14:paraId="3E413BD8" w14:textId="77777777"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sz w:val="20"/>
        </w:rPr>
      </w:pPr>
    </w:p>
    <w:p w14:paraId="67A1B013" w14:textId="77777777"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sz w:val="20"/>
        </w:rPr>
      </w:pPr>
    </w:p>
    <w:p w14:paraId="40ECA43D" w14:textId="77777777" w:rsidR="00E0459F" w:rsidRPr="00BC1528" w:rsidRDefault="00E0459F" w:rsidP="002D137B">
      <w:pPr>
        <w:autoSpaceDE w:val="0"/>
        <w:autoSpaceDN w:val="0"/>
        <w:adjustRightInd w:val="0"/>
        <w:rPr>
          <w:sz w:val="18"/>
          <w:szCs w:val="18"/>
        </w:rPr>
        <w:sectPr w:rsidR="00E0459F" w:rsidRPr="00BC1528" w:rsidSect="00E0459F">
          <w:headerReference w:type="default" r:id="rId8"/>
          <w:footerReference w:type="default" r:id="rId9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  <w:r w:rsidRPr="00BC1528">
        <w:rPr>
          <w:sz w:val="18"/>
          <w:szCs w:val="18"/>
        </w:rPr>
        <w:t xml:space="preserve">* </w:t>
      </w:r>
      <w:r w:rsidRPr="00BC1528">
        <w:rPr>
          <w:sz w:val="18"/>
          <w:szCs w:val="18"/>
          <w:u w:val="single"/>
        </w:rPr>
        <w:t>niepotrzebne skreślić</w:t>
      </w:r>
      <w:r w:rsidRPr="00BC1528">
        <w:rPr>
          <w:sz w:val="18"/>
          <w:szCs w:val="18"/>
        </w:rPr>
        <w:t xml:space="preserve"> (w przypadku złożenia oświadczenia o przynależności do grupy kapitałowej, Wykonawca obligatoryjnie zobowiązany jest złożyć listę podmiotów należących do tej samej grupy kapitałowej).</w:t>
      </w:r>
    </w:p>
    <w:p w14:paraId="5165A21C" w14:textId="77777777" w:rsidR="00E0459F" w:rsidRPr="002D137B" w:rsidRDefault="00E0459F" w:rsidP="003D47F2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</w:p>
    <w:sectPr w:rsidR="00E0459F" w:rsidRPr="002D137B" w:rsidSect="00E0459F">
      <w:headerReference w:type="default" r:id="rId10"/>
      <w:footerReference w:type="default" r:id="rId11"/>
      <w:type w:val="continuous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D61DF" w14:textId="77777777" w:rsidR="004F11F3" w:rsidRDefault="004F11F3" w:rsidP="00B60583">
      <w:r>
        <w:separator/>
      </w:r>
    </w:p>
  </w:endnote>
  <w:endnote w:type="continuationSeparator" w:id="0">
    <w:p w14:paraId="1EFF58E4" w14:textId="77777777" w:rsidR="004F11F3" w:rsidRDefault="004F11F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E0459F" w14:paraId="1EB6344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246611" w14:textId="77777777" w:rsidR="00E0459F" w:rsidRDefault="00E0459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6C9FA0" w14:textId="77777777" w:rsidR="00E0459F" w:rsidRDefault="00E0459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93483EE" w14:textId="77777777" w:rsidR="00E0459F" w:rsidRDefault="00E0459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C152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C152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EFF5F94" w14:textId="77777777" w:rsidR="00E0459F" w:rsidRDefault="00E0459F" w:rsidP="00F64DDA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2155445A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DEB322" w14:textId="77777777" w:rsidR="00374A3F" w:rsidRDefault="00B778F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</w:t>
          </w:r>
          <w:r w:rsidR="00374A3F">
            <w:rPr>
              <w:sz w:val="16"/>
              <w:szCs w:val="16"/>
            </w:rPr>
            <w:t>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8ADD19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50AEF8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0459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02A3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F2BE585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07131" w14:textId="77777777" w:rsidR="004F11F3" w:rsidRDefault="004F11F3" w:rsidP="00B60583">
      <w:r>
        <w:separator/>
      </w:r>
    </w:p>
  </w:footnote>
  <w:footnote w:type="continuationSeparator" w:id="0">
    <w:p w14:paraId="597E4FE3" w14:textId="77777777" w:rsidR="004F11F3" w:rsidRDefault="004F11F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E0459F" w:rsidRPr="002D137B" w14:paraId="56D8E91E" w14:textId="77777777" w:rsidTr="002D137B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F3F88F" w14:textId="77777777" w:rsidR="00E0459F" w:rsidRPr="002D137B" w:rsidRDefault="00874459" w:rsidP="00D55365">
          <w:pPr>
            <w:spacing w:before="0"/>
            <w:outlineLvl w:val="1"/>
            <w:rPr>
              <w:b/>
              <w:bCs/>
              <w:sz w:val="18"/>
              <w:szCs w:val="18"/>
            </w:rPr>
          </w:pPr>
          <w:r w:rsidRPr="002D137B">
            <w:rPr>
              <w:b/>
              <w:sz w:val="18"/>
              <w:szCs w:val="18"/>
            </w:rPr>
            <w:t>ZAŁĄCZNIK NR 8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B938EC5" w14:textId="77777777" w:rsidR="00E0459F" w:rsidRPr="002D137B" w:rsidRDefault="00E0459F" w:rsidP="00B778FF">
          <w:pPr>
            <w:pStyle w:val="Nagwek"/>
            <w:spacing w:before="0"/>
            <w:jc w:val="right"/>
            <w:rPr>
              <w:sz w:val="18"/>
              <w:szCs w:val="18"/>
            </w:rPr>
          </w:pPr>
          <w:r w:rsidRPr="002D137B">
            <w:rPr>
              <w:sz w:val="18"/>
              <w:szCs w:val="18"/>
            </w:rPr>
            <w:t>oznaczenie sprawy:</w:t>
          </w:r>
        </w:p>
      </w:tc>
    </w:tr>
    <w:tr w:rsidR="00E0459F" w:rsidRPr="002D137B" w14:paraId="0FF7E562" w14:textId="77777777" w:rsidTr="002D137B">
      <w:trPr>
        <w:trHeight w:val="210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A73FDA9" w14:textId="77777777" w:rsidR="00E0459F" w:rsidRPr="002D137B" w:rsidRDefault="00E0459F" w:rsidP="00B778FF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2D137B">
            <w:rPr>
              <w:b/>
              <w:bCs/>
              <w:sz w:val="18"/>
              <w:szCs w:val="18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ED72D76" w14:textId="45F9A878" w:rsidR="00E0459F" w:rsidRPr="002D137B" w:rsidRDefault="00E0459F" w:rsidP="00E2541A">
          <w:pPr>
            <w:pStyle w:val="Nagwek"/>
            <w:spacing w:before="0" w:after="20"/>
            <w:jc w:val="right"/>
            <w:rPr>
              <w:b/>
              <w:bCs/>
              <w:sz w:val="18"/>
              <w:szCs w:val="18"/>
            </w:rPr>
          </w:pPr>
          <w:r w:rsidRPr="002D137B">
            <w:rPr>
              <w:b/>
              <w:bCs/>
              <w:sz w:val="18"/>
              <w:szCs w:val="18"/>
            </w:rPr>
            <w:t>RPUZ/P/</w:t>
          </w:r>
          <w:r w:rsidR="00DF1914">
            <w:rPr>
              <w:b/>
              <w:bCs/>
              <w:sz w:val="18"/>
              <w:szCs w:val="18"/>
            </w:rPr>
            <w:t>0793</w:t>
          </w:r>
          <w:r w:rsidR="00BC1528">
            <w:rPr>
              <w:b/>
              <w:bCs/>
              <w:noProof/>
              <w:sz w:val="18"/>
              <w:szCs w:val="18"/>
            </w:rPr>
            <w:t>/202</w:t>
          </w:r>
          <w:r w:rsidR="00AE5FDF">
            <w:rPr>
              <w:b/>
              <w:bCs/>
              <w:noProof/>
              <w:sz w:val="18"/>
              <w:szCs w:val="18"/>
            </w:rPr>
            <w:t>5</w:t>
          </w:r>
          <w:r w:rsidRPr="002D137B">
            <w:rPr>
              <w:b/>
              <w:bCs/>
              <w:sz w:val="18"/>
              <w:szCs w:val="18"/>
            </w:rPr>
            <w:t>/OD/RD-8</w:t>
          </w:r>
        </w:p>
      </w:tc>
    </w:tr>
  </w:tbl>
  <w:p w14:paraId="34278817" w14:textId="77777777" w:rsidR="00E0459F" w:rsidRDefault="00E0459F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14:paraId="505ACF22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CB3FA1" w14:textId="77777777" w:rsidR="00B778FF" w:rsidRDefault="00B778FF" w:rsidP="00D55365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0" w:name="_Toc431543480"/>
          <w:r w:rsidRPr="00FB1392">
            <w:rPr>
              <w:rFonts w:ascii="Calibri" w:hAnsi="Calibri"/>
              <w:b/>
              <w:sz w:val="22"/>
              <w:szCs w:val="20"/>
            </w:rPr>
            <w:t xml:space="preserve">Załącznik nr </w:t>
          </w:r>
          <w:bookmarkEnd w:id="0"/>
          <w:r w:rsidR="00D55365">
            <w:rPr>
              <w:rFonts w:ascii="Calibri" w:hAnsi="Calibri"/>
              <w:b/>
              <w:sz w:val="22"/>
              <w:szCs w:val="20"/>
            </w:rPr>
            <w:t>8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4B96F" w14:textId="77777777" w:rsidR="00B778FF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 w14:paraId="6736D28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C93633" w14:textId="77777777" w:rsidR="00B778FF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0311D1E" w14:textId="77777777" w:rsidR="00B778FF" w:rsidRPr="003B049D" w:rsidRDefault="00B55479" w:rsidP="00E2541A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z w:val="22"/>
            </w:rPr>
            <w:t>RPUZ/P/</w:t>
          </w:r>
          <w:r w:rsidR="004137BF" w:rsidRPr="000221CF">
            <w:rPr>
              <w:b/>
              <w:bCs/>
              <w:noProof/>
              <w:sz w:val="22"/>
            </w:rPr>
            <w:t>0024/2023</w:t>
          </w:r>
          <w:r>
            <w:rPr>
              <w:b/>
              <w:bCs/>
              <w:sz w:val="22"/>
            </w:rPr>
            <w:t>/OD/RD-8</w:t>
          </w:r>
        </w:p>
      </w:tc>
    </w:tr>
  </w:tbl>
  <w:p w14:paraId="3D375B96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1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1">
    <w:nsid w:val="1C230EB4"/>
    <w:multiLevelType w:val="hybridMultilevel"/>
    <w:tmpl w:val="310CF3D6"/>
    <w:lvl w:ilvl="0" w:tplc="10B2C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1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1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1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1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1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961581">
    <w:abstractNumId w:val="5"/>
  </w:num>
  <w:num w:numId="2" w16cid:durableId="1233541068">
    <w:abstractNumId w:val="4"/>
  </w:num>
  <w:num w:numId="3" w16cid:durableId="117798195">
    <w:abstractNumId w:val="8"/>
  </w:num>
  <w:num w:numId="4" w16cid:durableId="1859736625">
    <w:abstractNumId w:val="6"/>
  </w:num>
  <w:num w:numId="5" w16cid:durableId="583533118">
    <w:abstractNumId w:val="9"/>
  </w:num>
  <w:num w:numId="6" w16cid:durableId="1106075159">
    <w:abstractNumId w:val="1"/>
  </w:num>
  <w:num w:numId="7" w16cid:durableId="1623657272">
    <w:abstractNumId w:val="0"/>
  </w:num>
  <w:num w:numId="8" w16cid:durableId="145823762">
    <w:abstractNumId w:val="2"/>
  </w:num>
  <w:num w:numId="9" w16cid:durableId="642075966">
    <w:abstractNumId w:val="7"/>
  </w:num>
  <w:num w:numId="10" w16cid:durableId="2050300112">
    <w:abstractNumId w:val="3"/>
  </w:num>
  <w:num w:numId="11" w16cid:durableId="24360720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attachedTemplate r:id="rId1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F3"/>
    <w:rsid w:val="00002D3F"/>
    <w:rsid w:val="00011CB7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43AB8"/>
    <w:rsid w:val="000448B9"/>
    <w:rsid w:val="0005118E"/>
    <w:rsid w:val="0005180A"/>
    <w:rsid w:val="00052760"/>
    <w:rsid w:val="000613EB"/>
    <w:rsid w:val="00061DCB"/>
    <w:rsid w:val="00062416"/>
    <w:rsid w:val="000702A2"/>
    <w:rsid w:val="00075341"/>
    <w:rsid w:val="00075DD5"/>
    <w:rsid w:val="000763CB"/>
    <w:rsid w:val="000817F4"/>
    <w:rsid w:val="0008200E"/>
    <w:rsid w:val="0008335D"/>
    <w:rsid w:val="00084D2F"/>
    <w:rsid w:val="00086056"/>
    <w:rsid w:val="000867B0"/>
    <w:rsid w:val="00095116"/>
    <w:rsid w:val="00095C14"/>
    <w:rsid w:val="000B41D4"/>
    <w:rsid w:val="000B76D4"/>
    <w:rsid w:val="000D6794"/>
    <w:rsid w:val="000D6A66"/>
    <w:rsid w:val="000E529B"/>
    <w:rsid w:val="000E5E15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2055"/>
    <w:rsid w:val="00130479"/>
    <w:rsid w:val="001314C5"/>
    <w:rsid w:val="0013445F"/>
    <w:rsid w:val="001448FB"/>
    <w:rsid w:val="00152CF3"/>
    <w:rsid w:val="001534E3"/>
    <w:rsid w:val="0015512E"/>
    <w:rsid w:val="00156404"/>
    <w:rsid w:val="001727D3"/>
    <w:rsid w:val="00185253"/>
    <w:rsid w:val="00187348"/>
    <w:rsid w:val="00187539"/>
    <w:rsid w:val="0018782D"/>
    <w:rsid w:val="00190D6E"/>
    <w:rsid w:val="00193E01"/>
    <w:rsid w:val="001A22F0"/>
    <w:rsid w:val="001B1AD8"/>
    <w:rsid w:val="001B20FD"/>
    <w:rsid w:val="001B731B"/>
    <w:rsid w:val="001C3408"/>
    <w:rsid w:val="001C762A"/>
    <w:rsid w:val="001C7C18"/>
    <w:rsid w:val="001D3A19"/>
    <w:rsid w:val="001E048A"/>
    <w:rsid w:val="001E55F5"/>
    <w:rsid w:val="001F038E"/>
    <w:rsid w:val="001F4C82"/>
    <w:rsid w:val="001F70EB"/>
    <w:rsid w:val="00203B80"/>
    <w:rsid w:val="00211477"/>
    <w:rsid w:val="00214AF3"/>
    <w:rsid w:val="002204B2"/>
    <w:rsid w:val="00220CE2"/>
    <w:rsid w:val="00230D0E"/>
    <w:rsid w:val="00234CAF"/>
    <w:rsid w:val="00237CCC"/>
    <w:rsid w:val="00240888"/>
    <w:rsid w:val="00242A0A"/>
    <w:rsid w:val="002613FC"/>
    <w:rsid w:val="00262D61"/>
    <w:rsid w:val="00273E79"/>
    <w:rsid w:val="002934BF"/>
    <w:rsid w:val="002A1272"/>
    <w:rsid w:val="002B124E"/>
    <w:rsid w:val="002B40CA"/>
    <w:rsid w:val="002B677F"/>
    <w:rsid w:val="002C13E1"/>
    <w:rsid w:val="002C4076"/>
    <w:rsid w:val="002C42F8"/>
    <w:rsid w:val="002C64D6"/>
    <w:rsid w:val="002D137B"/>
    <w:rsid w:val="002E0B30"/>
    <w:rsid w:val="002F4562"/>
    <w:rsid w:val="00307A36"/>
    <w:rsid w:val="00310785"/>
    <w:rsid w:val="00313B74"/>
    <w:rsid w:val="0031597E"/>
    <w:rsid w:val="00322190"/>
    <w:rsid w:val="00323DC2"/>
    <w:rsid w:val="00327960"/>
    <w:rsid w:val="003302C0"/>
    <w:rsid w:val="00332D90"/>
    <w:rsid w:val="00333406"/>
    <w:rsid w:val="0033387C"/>
    <w:rsid w:val="003401B1"/>
    <w:rsid w:val="00341AD4"/>
    <w:rsid w:val="00343785"/>
    <w:rsid w:val="0035483D"/>
    <w:rsid w:val="00356010"/>
    <w:rsid w:val="003572F3"/>
    <w:rsid w:val="0036057D"/>
    <w:rsid w:val="00361870"/>
    <w:rsid w:val="0036415F"/>
    <w:rsid w:val="0036596E"/>
    <w:rsid w:val="00367F3F"/>
    <w:rsid w:val="00370137"/>
    <w:rsid w:val="0037195D"/>
    <w:rsid w:val="0037233C"/>
    <w:rsid w:val="00374A3F"/>
    <w:rsid w:val="00380584"/>
    <w:rsid w:val="0038264D"/>
    <w:rsid w:val="00383646"/>
    <w:rsid w:val="00383D61"/>
    <w:rsid w:val="003A0A1C"/>
    <w:rsid w:val="003A426A"/>
    <w:rsid w:val="003A6284"/>
    <w:rsid w:val="003B049D"/>
    <w:rsid w:val="003C0D9E"/>
    <w:rsid w:val="003C33CA"/>
    <w:rsid w:val="003C58F8"/>
    <w:rsid w:val="003D272A"/>
    <w:rsid w:val="003D47F2"/>
    <w:rsid w:val="003E0AC6"/>
    <w:rsid w:val="003E13F3"/>
    <w:rsid w:val="003E1710"/>
    <w:rsid w:val="003E1CF4"/>
    <w:rsid w:val="003E26CB"/>
    <w:rsid w:val="003F0FF3"/>
    <w:rsid w:val="003F2951"/>
    <w:rsid w:val="003F7CDC"/>
    <w:rsid w:val="00400069"/>
    <w:rsid w:val="004011D4"/>
    <w:rsid w:val="00405912"/>
    <w:rsid w:val="00406A2E"/>
    <w:rsid w:val="0041089C"/>
    <w:rsid w:val="004121F9"/>
    <w:rsid w:val="004137BF"/>
    <w:rsid w:val="0041407A"/>
    <w:rsid w:val="004212D9"/>
    <w:rsid w:val="00425EF1"/>
    <w:rsid w:val="0043052A"/>
    <w:rsid w:val="00431437"/>
    <w:rsid w:val="00437DAD"/>
    <w:rsid w:val="004505A6"/>
    <w:rsid w:val="004544EF"/>
    <w:rsid w:val="00462BC5"/>
    <w:rsid w:val="0046367E"/>
    <w:rsid w:val="004654A2"/>
    <w:rsid w:val="00465AC1"/>
    <w:rsid w:val="00477872"/>
    <w:rsid w:val="00480A04"/>
    <w:rsid w:val="00486442"/>
    <w:rsid w:val="004916A1"/>
    <w:rsid w:val="0049285E"/>
    <w:rsid w:val="004941AB"/>
    <w:rsid w:val="004941B2"/>
    <w:rsid w:val="00494429"/>
    <w:rsid w:val="004978BE"/>
    <w:rsid w:val="004A2140"/>
    <w:rsid w:val="004A4788"/>
    <w:rsid w:val="004A66F8"/>
    <w:rsid w:val="004A7270"/>
    <w:rsid w:val="004B00A9"/>
    <w:rsid w:val="004B101C"/>
    <w:rsid w:val="004B1BDA"/>
    <w:rsid w:val="004B2BFE"/>
    <w:rsid w:val="004B66B4"/>
    <w:rsid w:val="004C2B3A"/>
    <w:rsid w:val="004C3C15"/>
    <w:rsid w:val="004C6A7D"/>
    <w:rsid w:val="004D0D23"/>
    <w:rsid w:val="004D4822"/>
    <w:rsid w:val="004D528A"/>
    <w:rsid w:val="004E352E"/>
    <w:rsid w:val="004F11F3"/>
    <w:rsid w:val="004F2582"/>
    <w:rsid w:val="004F2A58"/>
    <w:rsid w:val="00514614"/>
    <w:rsid w:val="005155A8"/>
    <w:rsid w:val="00523DD9"/>
    <w:rsid w:val="00524F62"/>
    <w:rsid w:val="005319CA"/>
    <w:rsid w:val="00531CDB"/>
    <w:rsid w:val="005375EB"/>
    <w:rsid w:val="00540BD3"/>
    <w:rsid w:val="00540FB9"/>
    <w:rsid w:val="00541519"/>
    <w:rsid w:val="00542836"/>
    <w:rsid w:val="00547AC1"/>
    <w:rsid w:val="0055097F"/>
    <w:rsid w:val="00550E7A"/>
    <w:rsid w:val="005532CF"/>
    <w:rsid w:val="005562E9"/>
    <w:rsid w:val="0056270B"/>
    <w:rsid w:val="00567DA8"/>
    <w:rsid w:val="00575D30"/>
    <w:rsid w:val="0058261D"/>
    <w:rsid w:val="00582A6F"/>
    <w:rsid w:val="00587DCA"/>
    <w:rsid w:val="00592805"/>
    <w:rsid w:val="00592D59"/>
    <w:rsid w:val="00593622"/>
    <w:rsid w:val="005A1C1D"/>
    <w:rsid w:val="005A73FB"/>
    <w:rsid w:val="005A78B0"/>
    <w:rsid w:val="005B100B"/>
    <w:rsid w:val="005C3418"/>
    <w:rsid w:val="005C39CA"/>
    <w:rsid w:val="005C71B5"/>
    <w:rsid w:val="005C76DC"/>
    <w:rsid w:val="005D6746"/>
    <w:rsid w:val="005E2CDF"/>
    <w:rsid w:val="00606450"/>
    <w:rsid w:val="006153C6"/>
    <w:rsid w:val="006200ED"/>
    <w:rsid w:val="006232C0"/>
    <w:rsid w:val="006310EC"/>
    <w:rsid w:val="006346C6"/>
    <w:rsid w:val="00637664"/>
    <w:rsid w:val="006425AB"/>
    <w:rsid w:val="006453B4"/>
    <w:rsid w:val="00651F89"/>
    <w:rsid w:val="00652381"/>
    <w:rsid w:val="00666C5D"/>
    <w:rsid w:val="006711CE"/>
    <w:rsid w:val="006717C8"/>
    <w:rsid w:val="00671EDA"/>
    <w:rsid w:val="00672482"/>
    <w:rsid w:val="0068703E"/>
    <w:rsid w:val="00697BF5"/>
    <w:rsid w:val="006A4899"/>
    <w:rsid w:val="006B32AE"/>
    <w:rsid w:val="006B59D2"/>
    <w:rsid w:val="006B69B0"/>
    <w:rsid w:val="006B7323"/>
    <w:rsid w:val="006D6884"/>
    <w:rsid w:val="006E0D17"/>
    <w:rsid w:val="006E25F2"/>
    <w:rsid w:val="006E60A2"/>
    <w:rsid w:val="006F39BA"/>
    <w:rsid w:val="00706A80"/>
    <w:rsid w:val="00712AE9"/>
    <w:rsid w:val="00714887"/>
    <w:rsid w:val="007301C4"/>
    <w:rsid w:val="00737DDB"/>
    <w:rsid w:val="007624B5"/>
    <w:rsid w:val="00766C5C"/>
    <w:rsid w:val="00771D58"/>
    <w:rsid w:val="00773DBA"/>
    <w:rsid w:val="00783369"/>
    <w:rsid w:val="00784A15"/>
    <w:rsid w:val="007928A2"/>
    <w:rsid w:val="00795EEA"/>
    <w:rsid w:val="007A0FD7"/>
    <w:rsid w:val="007A16A4"/>
    <w:rsid w:val="007C017A"/>
    <w:rsid w:val="007C0753"/>
    <w:rsid w:val="007C6C8C"/>
    <w:rsid w:val="007D1E59"/>
    <w:rsid w:val="007D4631"/>
    <w:rsid w:val="007F091C"/>
    <w:rsid w:val="007F2223"/>
    <w:rsid w:val="00806BB6"/>
    <w:rsid w:val="008126BD"/>
    <w:rsid w:val="008167A1"/>
    <w:rsid w:val="0083724E"/>
    <w:rsid w:val="008405D1"/>
    <w:rsid w:val="00842991"/>
    <w:rsid w:val="008432DD"/>
    <w:rsid w:val="00844BDA"/>
    <w:rsid w:val="0084600E"/>
    <w:rsid w:val="008537E2"/>
    <w:rsid w:val="008560CF"/>
    <w:rsid w:val="00856204"/>
    <w:rsid w:val="0085791B"/>
    <w:rsid w:val="0086027A"/>
    <w:rsid w:val="008646F3"/>
    <w:rsid w:val="00871C73"/>
    <w:rsid w:val="00874459"/>
    <w:rsid w:val="00885FCB"/>
    <w:rsid w:val="008A249F"/>
    <w:rsid w:val="008C18F7"/>
    <w:rsid w:val="008C3299"/>
    <w:rsid w:val="008D2319"/>
    <w:rsid w:val="008D40C3"/>
    <w:rsid w:val="008D60B8"/>
    <w:rsid w:val="008E31D6"/>
    <w:rsid w:val="008E62DA"/>
    <w:rsid w:val="008E6741"/>
    <w:rsid w:val="008E7B44"/>
    <w:rsid w:val="008F552A"/>
    <w:rsid w:val="009001DA"/>
    <w:rsid w:val="00901A6D"/>
    <w:rsid w:val="009072D4"/>
    <w:rsid w:val="00910C7A"/>
    <w:rsid w:val="00912DAE"/>
    <w:rsid w:val="009164B2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A122E"/>
    <w:rsid w:val="009A320E"/>
    <w:rsid w:val="009B069F"/>
    <w:rsid w:val="009C2895"/>
    <w:rsid w:val="009C4227"/>
    <w:rsid w:val="009C5F8A"/>
    <w:rsid w:val="009C7756"/>
    <w:rsid w:val="009C7A67"/>
    <w:rsid w:val="009D306F"/>
    <w:rsid w:val="009D7357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21290"/>
    <w:rsid w:val="00A22DCF"/>
    <w:rsid w:val="00A3062E"/>
    <w:rsid w:val="00A33631"/>
    <w:rsid w:val="00A33C66"/>
    <w:rsid w:val="00A355C3"/>
    <w:rsid w:val="00A51DE6"/>
    <w:rsid w:val="00A529BF"/>
    <w:rsid w:val="00A56074"/>
    <w:rsid w:val="00A70C27"/>
    <w:rsid w:val="00A71AD6"/>
    <w:rsid w:val="00A77F9F"/>
    <w:rsid w:val="00A81BE6"/>
    <w:rsid w:val="00A9026B"/>
    <w:rsid w:val="00A90A05"/>
    <w:rsid w:val="00A966FF"/>
    <w:rsid w:val="00AA076F"/>
    <w:rsid w:val="00AA415A"/>
    <w:rsid w:val="00AA4ECB"/>
    <w:rsid w:val="00AA61CB"/>
    <w:rsid w:val="00AB38DD"/>
    <w:rsid w:val="00AB71A8"/>
    <w:rsid w:val="00AC75D2"/>
    <w:rsid w:val="00AC7A42"/>
    <w:rsid w:val="00AD3B2E"/>
    <w:rsid w:val="00AD64E1"/>
    <w:rsid w:val="00AD6525"/>
    <w:rsid w:val="00AD74C2"/>
    <w:rsid w:val="00AE5FDF"/>
    <w:rsid w:val="00AF0855"/>
    <w:rsid w:val="00AF1C8D"/>
    <w:rsid w:val="00AF5EC1"/>
    <w:rsid w:val="00B022C5"/>
    <w:rsid w:val="00B02730"/>
    <w:rsid w:val="00B02A33"/>
    <w:rsid w:val="00B05C3F"/>
    <w:rsid w:val="00B11C5D"/>
    <w:rsid w:val="00B15FD3"/>
    <w:rsid w:val="00B2279F"/>
    <w:rsid w:val="00B230B8"/>
    <w:rsid w:val="00B24D31"/>
    <w:rsid w:val="00B349F1"/>
    <w:rsid w:val="00B434E7"/>
    <w:rsid w:val="00B4588C"/>
    <w:rsid w:val="00B4674C"/>
    <w:rsid w:val="00B54503"/>
    <w:rsid w:val="00B55479"/>
    <w:rsid w:val="00B60276"/>
    <w:rsid w:val="00B60583"/>
    <w:rsid w:val="00B64951"/>
    <w:rsid w:val="00B7361A"/>
    <w:rsid w:val="00B778FF"/>
    <w:rsid w:val="00B8005E"/>
    <w:rsid w:val="00B80D0E"/>
    <w:rsid w:val="00B80E12"/>
    <w:rsid w:val="00B81833"/>
    <w:rsid w:val="00B90270"/>
    <w:rsid w:val="00B96FE8"/>
    <w:rsid w:val="00BA0D73"/>
    <w:rsid w:val="00BA7F55"/>
    <w:rsid w:val="00BB5297"/>
    <w:rsid w:val="00BB7636"/>
    <w:rsid w:val="00BC1528"/>
    <w:rsid w:val="00BC1A17"/>
    <w:rsid w:val="00BD3EE3"/>
    <w:rsid w:val="00BD6D18"/>
    <w:rsid w:val="00BD75CD"/>
    <w:rsid w:val="00BE029E"/>
    <w:rsid w:val="00BE4674"/>
    <w:rsid w:val="00BE6CE3"/>
    <w:rsid w:val="00BE7AC7"/>
    <w:rsid w:val="00BF1F3F"/>
    <w:rsid w:val="00BF38D3"/>
    <w:rsid w:val="00BF4A20"/>
    <w:rsid w:val="00BF4C45"/>
    <w:rsid w:val="00BF54E4"/>
    <w:rsid w:val="00BF776F"/>
    <w:rsid w:val="00C00A82"/>
    <w:rsid w:val="00C00C2E"/>
    <w:rsid w:val="00C05C87"/>
    <w:rsid w:val="00C069B5"/>
    <w:rsid w:val="00C218A9"/>
    <w:rsid w:val="00C32DAD"/>
    <w:rsid w:val="00C472A0"/>
    <w:rsid w:val="00C51D4C"/>
    <w:rsid w:val="00C52E8B"/>
    <w:rsid w:val="00C5379D"/>
    <w:rsid w:val="00C56BA9"/>
    <w:rsid w:val="00C61E6B"/>
    <w:rsid w:val="00C644D7"/>
    <w:rsid w:val="00C648B8"/>
    <w:rsid w:val="00C7328C"/>
    <w:rsid w:val="00C7405B"/>
    <w:rsid w:val="00C75C58"/>
    <w:rsid w:val="00C83E44"/>
    <w:rsid w:val="00C83ED9"/>
    <w:rsid w:val="00C9014A"/>
    <w:rsid w:val="00C97C09"/>
    <w:rsid w:val="00C97CA6"/>
    <w:rsid w:val="00CA0D6D"/>
    <w:rsid w:val="00CA12D0"/>
    <w:rsid w:val="00CA239E"/>
    <w:rsid w:val="00CB0593"/>
    <w:rsid w:val="00CB4942"/>
    <w:rsid w:val="00CC1980"/>
    <w:rsid w:val="00CC2588"/>
    <w:rsid w:val="00CC42B1"/>
    <w:rsid w:val="00CD0848"/>
    <w:rsid w:val="00CD0F63"/>
    <w:rsid w:val="00CD2DA4"/>
    <w:rsid w:val="00CD62DE"/>
    <w:rsid w:val="00CD64E1"/>
    <w:rsid w:val="00CE6400"/>
    <w:rsid w:val="00CF098E"/>
    <w:rsid w:val="00CF4CBF"/>
    <w:rsid w:val="00D02087"/>
    <w:rsid w:val="00D041D7"/>
    <w:rsid w:val="00D05CA4"/>
    <w:rsid w:val="00D101CE"/>
    <w:rsid w:val="00D12EAB"/>
    <w:rsid w:val="00D1406B"/>
    <w:rsid w:val="00D16127"/>
    <w:rsid w:val="00D22945"/>
    <w:rsid w:val="00D237F6"/>
    <w:rsid w:val="00D32D6E"/>
    <w:rsid w:val="00D34091"/>
    <w:rsid w:val="00D353F4"/>
    <w:rsid w:val="00D37850"/>
    <w:rsid w:val="00D47D38"/>
    <w:rsid w:val="00D50554"/>
    <w:rsid w:val="00D55365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1914"/>
    <w:rsid w:val="00DF24BF"/>
    <w:rsid w:val="00DF7C97"/>
    <w:rsid w:val="00E00AAA"/>
    <w:rsid w:val="00E0459F"/>
    <w:rsid w:val="00E072CB"/>
    <w:rsid w:val="00E151F5"/>
    <w:rsid w:val="00E15E6D"/>
    <w:rsid w:val="00E229B7"/>
    <w:rsid w:val="00E2541A"/>
    <w:rsid w:val="00E31C06"/>
    <w:rsid w:val="00E3507F"/>
    <w:rsid w:val="00E358F7"/>
    <w:rsid w:val="00E37F61"/>
    <w:rsid w:val="00E40FA4"/>
    <w:rsid w:val="00E42B2C"/>
    <w:rsid w:val="00E662F7"/>
    <w:rsid w:val="00E674B5"/>
    <w:rsid w:val="00E70CE4"/>
    <w:rsid w:val="00E7274E"/>
    <w:rsid w:val="00E7322E"/>
    <w:rsid w:val="00E746E6"/>
    <w:rsid w:val="00E80016"/>
    <w:rsid w:val="00E84F7C"/>
    <w:rsid w:val="00E8562E"/>
    <w:rsid w:val="00E86E73"/>
    <w:rsid w:val="00E91030"/>
    <w:rsid w:val="00EA1CF5"/>
    <w:rsid w:val="00EA74CD"/>
    <w:rsid w:val="00EA7C8B"/>
    <w:rsid w:val="00EB0EA4"/>
    <w:rsid w:val="00EB120D"/>
    <w:rsid w:val="00EB1B7F"/>
    <w:rsid w:val="00EB24A8"/>
    <w:rsid w:val="00EC53C9"/>
    <w:rsid w:val="00ED4663"/>
    <w:rsid w:val="00ED5B00"/>
    <w:rsid w:val="00ED67D3"/>
    <w:rsid w:val="00ED6FE1"/>
    <w:rsid w:val="00EE1FBF"/>
    <w:rsid w:val="00EE4D91"/>
    <w:rsid w:val="00EE7725"/>
    <w:rsid w:val="00EE7FF7"/>
    <w:rsid w:val="00EF3060"/>
    <w:rsid w:val="00EF36CC"/>
    <w:rsid w:val="00EF5775"/>
    <w:rsid w:val="00EF6981"/>
    <w:rsid w:val="00F01114"/>
    <w:rsid w:val="00F0143D"/>
    <w:rsid w:val="00F014CE"/>
    <w:rsid w:val="00F02840"/>
    <w:rsid w:val="00F1029B"/>
    <w:rsid w:val="00F1306B"/>
    <w:rsid w:val="00F13354"/>
    <w:rsid w:val="00F204BB"/>
    <w:rsid w:val="00F23B3D"/>
    <w:rsid w:val="00F23BDA"/>
    <w:rsid w:val="00F31F0D"/>
    <w:rsid w:val="00F33AC3"/>
    <w:rsid w:val="00F459B6"/>
    <w:rsid w:val="00F51AAF"/>
    <w:rsid w:val="00F51B6A"/>
    <w:rsid w:val="00F529D3"/>
    <w:rsid w:val="00F53088"/>
    <w:rsid w:val="00F533D6"/>
    <w:rsid w:val="00F54680"/>
    <w:rsid w:val="00F54831"/>
    <w:rsid w:val="00F55EE7"/>
    <w:rsid w:val="00F575AB"/>
    <w:rsid w:val="00F64114"/>
    <w:rsid w:val="00F64DDA"/>
    <w:rsid w:val="00F720AD"/>
    <w:rsid w:val="00F74648"/>
    <w:rsid w:val="00FA3BD3"/>
    <w:rsid w:val="00FB1392"/>
    <w:rsid w:val="00FB489E"/>
    <w:rsid w:val="00FB54EF"/>
    <w:rsid w:val="00FB75E2"/>
    <w:rsid w:val="00FC363F"/>
    <w:rsid w:val="00FC4DA8"/>
    <w:rsid w:val="00FD6C07"/>
    <w:rsid w:val="00FD79AD"/>
    <w:rsid w:val="00FE294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19352"/>
  <w14:defaultImageDpi w14:val="0"/>
  <w15:docId w15:val="{14F51660-3AE0-4228-8C8A-A11AD6E7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CC1980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88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8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8_oswiad_wyk_o_przyna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54E1-8B81-4F53-8E49-E311D0CD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Z08_oswiad_wyk_o_przynal.dot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Z08 Oswiadczenie Wykonawcy o przynaleznosci lub braku przynaleznosci</vt:lpstr>
    </vt:vector>
  </TitlesOfParts>
  <Company>ZEBYD SA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Z08 Oswiadczenie Wykonawcy o przynaleznosci lub braku przynaleznosci</dc:title>
  <dc:subject/>
  <dc:creator>Becella Jakub</dc:creator>
  <cp:keywords/>
  <dc:description/>
  <cp:lastModifiedBy>Becella Jakub (EOP)</cp:lastModifiedBy>
  <cp:revision>1</cp:revision>
  <cp:lastPrinted>2023-05-05T07:06:00Z</cp:lastPrinted>
  <dcterms:created xsi:type="dcterms:W3CDTF">2025-12-02T09:47:00Z</dcterms:created>
  <dcterms:modified xsi:type="dcterms:W3CDTF">2025-12-02T10:19:00Z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2025-12-02T10:19:22Z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02f63a73-a720-4708-aae4-316683dcc9fb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